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11B2405B" w14:textId="6C590FD5" w:rsidR="00BF54FE" w:rsidRPr="00ED5E40" w:rsidRDefault="00CA1640" w:rsidP="006C2343">
          <w:pPr>
            <w:pStyle w:val="Tituldatum"/>
          </w:pPr>
          <w:r>
            <w:rPr>
              <w:rStyle w:val="Nzevakce"/>
            </w:rPr>
            <w:t>Rekonstrukce trans</w:t>
          </w:r>
          <w:r w:rsidR="00EE0CB6">
            <w:rPr>
              <w:rStyle w:val="Nzevakce"/>
            </w:rPr>
            <w:t>formátorů 22/3kV na TNS Rudoltice</w:t>
          </w:r>
        </w:p>
      </w:sdtContent>
    </w:sdt>
    <w:p w14:paraId="7E5BA930" w14:textId="77777777" w:rsidR="00BF54FE" w:rsidRDefault="00BF54FE" w:rsidP="006C2343">
      <w:pPr>
        <w:pStyle w:val="Tituldatum"/>
      </w:pPr>
    </w:p>
    <w:p w14:paraId="1D76973E" w14:textId="77777777" w:rsidR="009226C1" w:rsidRDefault="009226C1" w:rsidP="006C2343">
      <w:pPr>
        <w:pStyle w:val="Tituldatum"/>
      </w:pPr>
    </w:p>
    <w:p w14:paraId="71033850" w14:textId="77777777" w:rsidR="003B111D" w:rsidRDefault="003B111D" w:rsidP="00CA1640">
      <w:pPr>
        <w:pStyle w:val="Tituldatum"/>
        <w:jc w:val="center"/>
      </w:pPr>
    </w:p>
    <w:p w14:paraId="42981C48" w14:textId="77777777" w:rsidR="00CA1640" w:rsidRDefault="00CA1640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73AABA3C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EE0CB6">
        <w:t>13.5</w:t>
      </w:r>
      <w:r w:rsidR="0074209E">
        <w:t>.2020</w:t>
      </w:r>
      <w:proofErr w:type="gramEnd"/>
      <w:r w:rsidR="0076790E">
        <w:t xml:space="preserve"> </w:t>
      </w:r>
      <w:r w:rsidR="00826B7B">
        <w:br w:type="page"/>
      </w:r>
    </w:p>
    <w:p w14:paraId="0C10C975" w14:textId="77777777" w:rsidR="00ED5E40" w:rsidRPr="00946B93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65616C" w:rsidRDefault="00ED5E40" w:rsidP="00ED5E40">
      <w:pPr>
        <w:pStyle w:val="TPText-1slovan"/>
        <w:numPr>
          <w:ilvl w:val="0"/>
          <w:numId w:val="0"/>
        </w:numPr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>Zhotovitel doloží mimo jiné před zahájením prací na železniční dopravní cestě prosté kopie dokladů:</w:t>
      </w:r>
    </w:p>
    <w:p w14:paraId="4DB4BCF2" w14:textId="77777777" w:rsidR="00ED5E40" w:rsidRPr="0065616C" w:rsidRDefault="00ED5E40" w:rsidP="00ED5E40">
      <w:pPr>
        <w:pStyle w:val="TPText-1neslovan"/>
        <w:ind w:left="0"/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 xml:space="preserve">O kvalifikaci zhotovitelů dle Předpisu o odborné způsobilosti a znalosti osob při provozování dráhy a drážní dopravy SŽDC </w:t>
      </w:r>
      <w:proofErr w:type="spellStart"/>
      <w:r w:rsidRPr="0065616C">
        <w:rPr>
          <w:rFonts w:asciiTheme="minorHAnsi" w:eastAsiaTheme="minorHAnsi" w:hAnsiTheme="minorHAnsi" w:cs="Calibri"/>
          <w:sz w:val="18"/>
          <w:szCs w:val="18"/>
        </w:rPr>
        <w:t>Zam</w:t>
      </w:r>
      <w:proofErr w:type="spellEnd"/>
      <w:r w:rsidRPr="0065616C">
        <w:rPr>
          <w:rFonts w:asciiTheme="minorHAnsi" w:eastAsiaTheme="minorHAnsi" w:hAnsiTheme="minorHAnsi" w:cs="Calibri"/>
          <w:sz w:val="18"/>
          <w:szCs w:val="18"/>
        </w:rPr>
        <w:t xml:space="preserve"> 1 v platném znění:</w:t>
      </w:r>
    </w:p>
    <w:p w14:paraId="4CD6B8CD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proofErr w:type="gramStart"/>
      <w:r w:rsidRPr="0065616C">
        <w:rPr>
          <w:rFonts w:cs="Calibri"/>
        </w:rPr>
        <w:t>E–07</w:t>
      </w:r>
      <w:proofErr w:type="gramEnd"/>
      <w:r w:rsidRPr="0065616C">
        <w:rPr>
          <w:rFonts w:cs="Calibri"/>
        </w:rPr>
        <w:t xml:space="preserve"> - vedoucí prací na ostatních elektrických zařízeních;</w:t>
      </w:r>
    </w:p>
    <w:p w14:paraId="647C6B35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r w:rsidRPr="0065616C">
        <w:rPr>
          <w:rFonts w:cs="Calibri"/>
        </w:rPr>
        <w:t>G-01 - vedoucí prací geodetických činností;</w:t>
      </w:r>
    </w:p>
    <w:p w14:paraId="1429CF2F" w14:textId="77D427B3" w:rsidR="00ED5E40" w:rsidRDefault="00ED5E40" w:rsidP="00ED5E40">
      <w:pPr>
        <w:pStyle w:val="Odstavecseseznamem"/>
        <w:numPr>
          <w:ilvl w:val="0"/>
          <w:numId w:val="17"/>
        </w:numPr>
        <w:autoSpaceDE w:val="0"/>
        <w:autoSpaceDN w:val="0"/>
        <w:spacing w:after="0"/>
        <w:jc w:val="both"/>
        <w:rPr>
          <w:rFonts w:cs="Calibri"/>
        </w:rPr>
      </w:pPr>
      <w:r w:rsidRPr="0065616C">
        <w:rPr>
          <w:rFonts w:cs="Calibri"/>
        </w:rPr>
        <w:t>TZE - osoba odborně způsobilá k 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22FE0C60" w14:textId="77777777" w:rsidR="00ED5E40" w:rsidRDefault="00ED5E40" w:rsidP="00ED5E40">
      <w:pPr>
        <w:autoSpaceDE w:val="0"/>
        <w:autoSpaceDN w:val="0"/>
        <w:spacing w:after="0"/>
        <w:jc w:val="both"/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7554E859" w:rsidR="00FA1270" w:rsidRPr="00FA1270" w:rsidRDefault="00FA1270" w:rsidP="00FA1270">
      <w:pPr>
        <w:pStyle w:val="TPNadpis-2slovan"/>
        <w:numPr>
          <w:ilvl w:val="0"/>
          <w:numId w:val="0"/>
        </w:numPr>
        <w:rPr>
          <w:b w:val="0"/>
        </w:rPr>
      </w:pPr>
      <w:r>
        <w:rPr>
          <w:b w:val="0"/>
        </w:rPr>
        <w:t>Pro dané období nejsou zatím plánovány opravné ani investiční stavby. V případě změny do doby realizace bude investor zhotovitele informovat.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77777777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  <w:bookmarkStart w:id="7" w:name="_GoBack"/>
      <w:bookmarkEnd w:id="7"/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F9C6BD" w16cid:durableId="222C4F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D7C7B" w14:textId="77777777" w:rsidR="00AB0AAA" w:rsidRDefault="00AB0AAA" w:rsidP="00962258">
      <w:pPr>
        <w:spacing w:after="0" w:line="240" w:lineRule="auto"/>
      </w:pPr>
      <w:r>
        <w:separator/>
      </w:r>
    </w:p>
  </w:endnote>
  <w:endnote w:type="continuationSeparator" w:id="0">
    <w:p w14:paraId="1747EBDA" w14:textId="77777777" w:rsidR="00AB0AAA" w:rsidRDefault="00AB0A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44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58BFE4BE" w:rsidR="0001744E" w:rsidRPr="00B8518B" w:rsidRDefault="000174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58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58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1557300D" w:rsidR="0001744E" w:rsidRPr="003462EB" w:rsidRDefault="00A6581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transformátorů 22/3kV na TNS Rudoltice</w:t>
          </w:r>
          <w:r>
            <w:rPr>
              <w:noProof/>
            </w:rPr>
            <w:fldChar w:fldCharType="end"/>
          </w:r>
        </w:p>
        <w:p w14:paraId="12019163" w14:textId="77777777" w:rsidR="0001744E" w:rsidRDefault="0001744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01744E" w:rsidRPr="003462EB" w:rsidRDefault="0001744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01744E" w:rsidRDefault="00A6581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A1640">
            <w:rPr>
              <w:noProof/>
            </w:rPr>
            <w:t>Rekonstrukce transformátorů 22/3kV na TNS Opočínek</w:t>
          </w:r>
          <w:r>
            <w:rPr>
              <w:noProof/>
            </w:rPr>
            <w:fldChar w:fldCharType="end"/>
          </w:r>
        </w:p>
        <w:p w14:paraId="17C576B8" w14:textId="77777777" w:rsidR="0001744E" w:rsidRDefault="0001744E" w:rsidP="003B111D">
          <w:pPr>
            <w:pStyle w:val="Zpatvpravo"/>
          </w:pPr>
          <w:r>
            <w:t>Příloha č. 2 c)</w:t>
          </w:r>
        </w:p>
        <w:p w14:paraId="0D681DF4" w14:textId="77777777"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5E4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5E4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F7B14" w14:textId="77777777" w:rsidR="0001744E" w:rsidRPr="00B8518B" w:rsidRDefault="0001744E" w:rsidP="00460660">
    <w:pPr>
      <w:pStyle w:val="Zpat"/>
      <w:rPr>
        <w:sz w:val="2"/>
        <w:szCs w:val="2"/>
      </w:rPr>
    </w:pPr>
  </w:p>
  <w:p w14:paraId="17317287" w14:textId="08A39F66" w:rsidR="0001744E" w:rsidRDefault="0001744E" w:rsidP="00757290">
    <w:pPr>
      <w:pStyle w:val="Zpatvlevo"/>
      <w:rPr>
        <w:rFonts w:cs="Calibri"/>
        <w:szCs w:val="12"/>
      </w:rPr>
    </w:pPr>
  </w:p>
  <w:p w14:paraId="5F036ABA" w14:textId="77777777" w:rsidR="0001744E" w:rsidRDefault="0001744E" w:rsidP="00757290">
    <w:pPr>
      <w:pStyle w:val="Zpatvlev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26FA9" w14:textId="77777777" w:rsidR="00AB0AAA" w:rsidRDefault="00AB0AAA" w:rsidP="00962258">
      <w:pPr>
        <w:spacing w:after="0" w:line="240" w:lineRule="auto"/>
      </w:pPr>
      <w:r>
        <w:separator/>
      </w:r>
    </w:p>
  </w:footnote>
  <w:footnote w:type="continuationSeparator" w:id="0">
    <w:p w14:paraId="7FCEBB4A" w14:textId="77777777" w:rsidR="00AB0AAA" w:rsidRDefault="00AB0A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01744E" w:rsidRPr="00D6163D" w:rsidRDefault="0001744E" w:rsidP="00FC6389">
          <w:pPr>
            <w:pStyle w:val="Druhdokumentu"/>
          </w:pPr>
        </w:p>
      </w:tc>
    </w:tr>
    <w:tr w:rsidR="0001744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01744E" w:rsidRPr="00D6163D" w:rsidRDefault="0001744E" w:rsidP="00FC6389">
          <w:pPr>
            <w:pStyle w:val="Druhdokumentu"/>
          </w:pPr>
        </w:p>
      </w:tc>
    </w:tr>
  </w:tbl>
  <w:p w14:paraId="5DFB6441" w14:textId="77777777" w:rsidR="0001744E" w:rsidRPr="00D6163D" w:rsidRDefault="0001744E" w:rsidP="00FC6389">
    <w:pPr>
      <w:pStyle w:val="Zhlav"/>
      <w:rPr>
        <w:sz w:val="8"/>
        <w:szCs w:val="8"/>
      </w:rPr>
    </w:pPr>
  </w:p>
  <w:p w14:paraId="10420827" w14:textId="77777777"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5812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3107B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32"/>
    <w:rsid w:val="00077CE7"/>
    <w:rsid w:val="001456D9"/>
    <w:rsid w:val="001C7CF0"/>
    <w:rsid w:val="0022082C"/>
    <w:rsid w:val="002469B4"/>
    <w:rsid w:val="00453632"/>
    <w:rsid w:val="00743970"/>
    <w:rsid w:val="009873E0"/>
    <w:rsid w:val="009A6174"/>
    <w:rsid w:val="00B06328"/>
    <w:rsid w:val="00E3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50CE879-F44C-4486-A3A1-0CFC8742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0</TotalTime>
  <Pages>2</Pages>
  <Words>155</Words>
  <Characters>916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Klimeš Jaroslav, JUDr.</cp:lastModifiedBy>
  <cp:revision>3</cp:revision>
  <cp:lastPrinted>2020-03-12T11:50:00Z</cp:lastPrinted>
  <dcterms:created xsi:type="dcterms:W3CDTF">2020-05-13T08:12:00Z</dcterms:created>
  <dcterms:modified xsi:type="dcterms:W3CDTF">2020-06-15T09:09:00Z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